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EB176-02CA-4F4D-8005-3E6D82085B7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